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2D" w:rsidRDefault="00553A2D">
      <w:pPr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Административная процедура 18.6</w:t>
      </w:r>
    </w:p>
    <w:p w:rsidR="00553A2D" w:rsidRDefault="00553A2D">
      <w:pPr>
        <w:pStyle w:val="NormalWeb"/>
        <w:spacing w:before="0" w:beforeAutospacing="0" w:after="0" w:afterAutospacing="0"/>
        <w:ind w:right="4135"/>
        <w:jc w:val="both"/>
        <w:rPr>
          <w:sz w:val="30"/>
          <w:szCs w:val="30"/>
        </w:rPr>
      </w:pPr>
      <w:r>
        <w:rPr>
          <w:sz w:val="30"/>
          <w:szCs w:val="30"/>
        </w:rPr>
        <w:t>«Выдача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(в случае отчуждения объекта недвижимого имущества, принадлежащего постоянно не проживающему на территории Республики Беларусь гражданину Республики Беларусь, иностранному гражданину, лицу без гражданства)»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1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постановлению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Министерства по налогам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сборам Республики Беларусь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26.04.2013 N 14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МНС от 11.11.2013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N 33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09.07.2014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31</w:t>
        </w:r>
      </w:hyperlink>
      <w:r>
        <w:rPr>
          <w:rFonts w:ascii="Arial" w:hAnsi="Arial" w:cs="Arial"/>
          <w:sz w:val="20"/>
          <w:szCs w:val="20"/>
        </w:rPr>
        <w:t xml:space="preserve">, от 16.01.2015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1</w:t>
        </w:r>
      </w:hyperlink>
      <w:r>
        <w:rPr>
          <w:rFonts w:ascii="Arial" w:hAnsi="Arial" w:cs="Arial"/>
          <w:sz w:val="20"/>
          <w:szCs w:val="20"/>
        </w:rPr>
        <w:t xml:space="preserve">, от 03.12.2015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28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16.09.2016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26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│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│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(наименование (фамилия, собственное имя, отчество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(выписку из данных учета налоговых органов об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исчисленных и уплаченных суммах налогов, сборов (пошлин), пеней (далее -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осуществляемых государственными органами и иными организациями в отношении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утвержденного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┌──────────┬───────────┬─────────┐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с│          │           │         │ по│          │           │         │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└──────────┴───────────┴─────────┘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Дата    │           │          │          │            Номер    │         │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3A2D" w:rsidRDefault="00553A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82"/>
      <w:bookmarkEnd w:id="0"/>
      <w:r>
        <w:rPr>
          <w:rFonts w:ascii="Arial" w:hAnsi="Arial" w:cs="Arial"/>
          <w:sz w:val="20"/>
          <w:szCs w:val="20"/>
        </w:rPr>
        <w:t>&lt;*&gt; Заполняется при представлении заявления в виде электронного документа.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83"/>
      <w:bookmarkEnd w:id="1"/>
      <w:r>
        <w:rPr>
          <w:rFonts w:ascii="Arial" w:hAnsi="Arial" w:cs="Arial"/>
          <w:sz w:val="20"/>
          <w:szCs w:val="20"/>
        </w:rPr>
        <w:t>&lt;**&gt; Учетный номер плательщика.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84"/>
      <w:bookmarkEnd w:id="2"/>
      <w:r>
        <w:rPr>
          <w:rFonts w:ascii="Arial" w:hAnsi="Arial" w:cs="Arial"/>
          <w:sz w:val="20"/>
          <w:szCs w:val="20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85"/>
      <w:bookmarkEnd w:id="3"/>
      <w:r>
        <w:rPr>
          <w:rFonts w:ascii="Arial" w:hAnsi="Arial" w:cs="Arial"/>
          <w:sz w:val="20"/>
          <w:szCs w:val="20"/>
        </w:rPr>
        <w:t>&lt;****&gt; Указывается необходимое количество налоговых периодов.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86"/>
      <w:bookmarkEnd w:id="4"/>
      <w:r>
        <w:rPr>
          <w:rFonts w:ascii="Arial" w:hAnsi="Arial" w:cs="Arial"/>
          <w:sz w:val="20"/>
          <w:szCs w:val="20"/>
        </w:rPr>
        <w:t>&lt;*****&gt; Печать проставляется при представлении юридическим лицом заявления на бумажном носителе.</w:t>
      </w:r>
    </w:p>
    <w:p w:rsidR="00553A2D" w:rsidRDefault="00553A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3A2D" w:rsidRDefault="00553A2D">
      <w:pPr>
        <w:rPr>
          <w:rFonts w:ascii="Times New Roman" w:hAnsi="Times New Roman" w:cs="Times New Roman"/>
        </w:rPr>
      </w:pPr>
    </w:p>
    <w:sectPr w:rsidR="00553A2D" w:rsidSect="00553A2D">
      <w:pgSz w:w="11906" w:h="16838"/>
      <w:pgMar w:top="1134" w:right="566" w:bottom="1134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A2D"/>
    <w:rsid w:val="0055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02FE848679A11272B42F3FE75DFFBFDA04E3C760187358A1D3AB66285A37F54569DEF1B35846E5A1811C4AF4S6I8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02FE848679A11272B42F3FE75DFFBFDA04E3C76018725CA9DAA266285A37F54569DEF1B35846E5A1811C4AF5S6I1I" TargetMode="External"/><Relationship Id="rId12" Type="http://schemas.openxmlformats.org/officeDocument/2006/relationships/hyperlink" Target="consultantplus://offline/ref=3502FE848679A11272B42F3FE75DFFBFDA04E3C760187358A1DAAE66285A37F54569DEF1B35846E5A1831B43F7S6IF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02FE848679A11272B42F3FE75DFFBFDA04E3C760187551A9DFAB66285A37F54569DEF1B35846E5A1811C4AF5S6I1I" TargetMode="External"/><Relationship Id="rId11" Type="http://schemas.openxmlformats.org/officeDocument/2006/relationships/hyperlink" Target="consultantplus://offline/ref=3502FE848679A11272B42F3FE75DFFBFDA04E3C760187358A1DAAE66285A37F54569DEF1B35846E5A1831B42FCS6I1I" TargetMode="External"/><Relationship Id="rId5" Type="http://schemas.openxmlformats.org/officeDocument/2006/relationships/hyperlink" Target="consultantplus://offline/ref=3502FE848679A11272B42F3FE75DFFBFDA04E3C76018755DA8D8A866285A37F54569DEF1B35846E5A1811C4AF4S6IBI" TargetMode="External"/><Relationship Id="rId10" Type="http://schemas.openxmlformats.org/officeDocument/2006/relationships/hyperlink" Target="consultantplus://offline/ref=3502FE848679A11272B42F3FE75DFFBFDA04E3C760187358A1DAAE66285A37F54569DEF1B35846E5A1831B42FDS6I0I" TargetMode="External"/><Relationship Id="rId4" Type="http://schemas.openxmlformats.org/officeDocument/2006/relationships/hyperlink" Target="consultantplus://offline/ref=3502FE848679A11272B42F3FE75DFFBFDA04E3C760187559A6DDAF66285A37F54569DEF1B35846E5A1811C4AF4S6IFI" TargetMode="External"/><Relationship Id="rId9" Type="http://schemas.openxmlformats.org/officeDocument/2006/relationships/hyperlink" Target="consultantplus://offline/ref=3502FE848679A11272B42F3FE75DFFBFDA04E3C760187251A6D3A266285A37F54569DEF1B35846E5A1801D43F2S6I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893</Words>
  <Characters>5094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Административная процедура 18</dc:title>
  <dc:subject/>
  <dc:creator>o.syshenya</dc:creator>
  <cp:keywords/>
  <dc:description/>
  <cp:lastModifiedBy>761_Trifankova</cp:lastModifiedBy>
  <cp:revision>2</cp:revision>
  <dcterms:created xsi:type="dcterms:W3CDTF">2017-10-17T13:10:00Z</dcterms:created>
  <dcterms:modified xsi:type="dcterms:W3CDTF">2017-10-17T13:10:00Z</dcterms:modified>
</cp:coreProperties>
</file>