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03" w:rsidRDefault="00974B03"/>
    <w:p w:rsidR="00974B03" w:rsidRPr="00DE048E" w:rsidRDefault="00974B03" w:rsidP="00DE048E">
      <w:pPr>
        <w:jc w:val="both"/>
        <w:rPr>
          <w:b/>
          <w:sz w:val="32"/>
          <w:szCs w:val="32"/>
        </w:rPr>
      </w:pPr>
      <w:r w:rsidRPr="00DE048E">
        <w:rPr>
          <w:b/>
          <w:sz w:val="32"/>
          <w:szCs w:val="32"/>
        </w:rPr>
        <w:t>18.14.О выдаче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 находящемся на территории Республики Беларусь земельном участке, предоставленном указанным лицам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</w:t>
      </w:r>
    </w:p>
    <w:p w:rsidR="00974B03" w:rsidRDefault="00974B03" w:rsidP="00DE048E">
      <w:pPr>
        <w:ind w:left="4536"/>
        <w:rPr>
          <w:i/>
          <w:u w:val="single"/>
        </w:rPr>
      </w:pPr>
    </w:p>
    <w:p w:rsidR="00974B03" w:rsidRPr="00DE048E" w:rsidRDefault="00974B03" w:rsidP="00DE048E">
      <w:pPr>
        <w:ind w:left="4536"/>
        <w:rPr>
          <w:sz w:val="28"/>
          <w:szCs w:val="28"/>
        </w:rPr>
      </w:pPr>
      <w:r>
        <w:rPr>
          <w:spacing w:val="20"/>
          <w:sz w:val="30"/>
          <w:szCs w:val="30"/>
        </w:rPr>
        <w:t xml:space="preserve">В </w:t>
      </w:r>
      <w:bookmarkStart w:id="0" w:name="_GoBack"/>
      <w:bookmarkEnd w:id="0"/>
      <w:r>
        <w:rPr>
          <w:spacing w:val="20"/>
          <w:sz w:val="30"/>
          <w:szCs w:val="30"/>
        </w:rPr>
        <w:t xml:space="preserve">Каменский </w:t>
      </w:r>
      <w:r w:rsidRPr="00DE048E">
        <w:rPr>
          <w:sz w:val="28"/>
          <w:szCs w:val="28"/>
        </w:rPr>
        <w:t xml:space="preserve">сельский </w:t>
      </w:r>
    </w:p>
    <w:p w:rsidR="00974B03" w:rsidRPr="00DE048E" w:rsidRDefault="00974B03" w:rsidP="00DE048E">
      <w:pPr>
        <w:ind w:left="4536"/>
        <w:rPr>
          <w:sz w:val="28"/>
          <w:szCs w:val="28"/>
        </w:rPr>
      </w:pPr>
      <w:r w:rsidRPr="00DE048E">
        <w:rPr>
          <w:sz w:val="28"/>
          <w:szCs w:val="28"/>
        </w:rPr>
        <w:t>исполнительный комитет</w:t>
      </w:r>
      <w:r w:rsidRPr="00DE048E">
        <w:rPr>
          <w:sz w:val="28"/>
          <w:szCs w:val="28"/>
          <w:u w:val="single"/>
        </w:rPr>
        <w:br/>
      </w:r>
      <w:r>
        <w:rPr>
          <w:sz w:val="28"/>
          <w:szCs w:val="28"/>
          <w:u w:val="single"/>
        </w:rPr>
        <w:t>Г</w:t>
      </w:r>
      <w:r w:rsidRPr="00DE048E">
        <w:rPr>
          <w:sz w:val="28"/>
          <w:szCs w:val="28"/>
          <w:u w:val="single"/>
        </w:rPr>
        <w:t xml:space="preserve">р-на(-ки) </w:t>
      </w:r>
      <w:r w:rsidRPr="00DE048E">
        <w:rPr>
          <w:sz w:val="28"/>
          <w:szCs w:val="28"/>
        </w:rPr>
        <w:t>____________________________________________________________________</w:t>
      </w:r>
    </w:p>
    <w:p w:rsidR="00974B03" w:rsidRPr="00DE048E" w:rsidRDefault="00974B03" w:rsidP="00DE048E">
      <w:pPr>
        <w:ind w:left="4536"/>
        <w:rPr>
          <w:sz w:val="28"/>
          <w:szCs w:val="28"/>
        </w:rPr>
      </w:pPr>
      <w:r>
        <w:rPr>
          <w:sz w:val="28"/>
          <w:szCs w:val="28"/>
          <w:u w:val="single"/>
        </w:rPr>
        <w:t>П</w:t>
      </w:r>
      <w:r w:rsidRPr="00DE048E">
        <w:rPr>
          <w:sz w:val="28"/>
          <w:szCs w:val="28"/>
          <w:u w:val="single"/>
        </w:rPr>
        <w:t>роживающего (ей) по адресу:</w:t>
      </w:r>
    </w:p>
    <w:p w:rsidR="00974B03" w:rsidRPr="00DE048E" w:rsidRDefault="00974B03" w:rsidP="00DE048E">
      <w:pPr>
        <w:ind w:left="4536"/>
        <w:rPr>
          <w:sz w:val="28"/>
          <w:szCs w:val="28"/>
        </w:rPr>
      </w:pPr>
      <w:r w:rsidRPr="00DE048E">
        <w:rPr>
          <w:sz w:val="28"/>
          <w:szCs w:val="28"/>
        </w:rPr>
        <w:t>____________________________________________________________________тел.__________________</w:t>
      </w:r>
    </w:p>
    <w:p w:rsidR="00974B03" w:rsidRPr="00DE048E" w:rsidRDefault="00974B03" w:rsidP="00DE048E">
      <w:pPr>
        <w:ind w:left="4536"/>
        <w:rPr>
          <w:sz w:val="28"/>
          <w:szCs w:val="28"/>
        </w:rPr>
      </w:pPr>
      <w:r w:rsidRPr="00DE048E">
        <w:rPr>
          <w:sz w:val="28"/>
          <w:szCs w:val="28"/>
        </w:rPr>
        <w:t xml:space="preserve">Паспорт: серия ____ № </w:t>
      </w:r>
      <w:r>
        <w:rPr>
          <w:sz w:val="28"/>
          <w:szCs w:val="28"/>
        </w:rPr>
        <w:t>___</w:t>
      </w:r>
      <w:r w:rsidRPr="00DE048E">
        <w:rPr>
          <w:sz w:val="28"/>
          <w:szCs w:val="28"/>
        </w:rPr>
        <w:t>_________</w:t>
      </w:r>
    </w:p>
    <w:p w:rsidR="00974B03" w:rsidRPr="00DE048E" w:rsidRDefault="00974B03" w:rsidP="00DE048E">
      <w:pPr>
        <w:ind w:left="4536"/>
        <w:rPr>
          <w:sz w:val="28"/>
          <w:szCs w:val="28"/>
        </w:rPr>
      </w:pPr>
      <w:r w:rsidRPr="00DE048E">
        <w:rPr>
          <w:sz w:val="28"/>
          <w:szCs w:val="28"/>
        </w:rPr>
        <w:t>выдан:____________________________</w:t>
      </w:r>
    </w:p>
    <w:p w:rsidR="00974B03" w:rsidRDefault="00974B03" w:rsidP="00DE048E">
      <w:pPr>
        <w:ind w:left="4536"/>
      </w:pPr>
      <w:r w:rsidRPr="00DE048E">
        <w:rPr>
          <w:sz w:val="28"/>
          <w:szCs w:val="28"/>
        </w:rPr>
        <w:t>Л.н.______________________________</w:t>
      </w:r>
    </w:p>
    <w:p w:rsidR="00974B03" w:rsidRDefault="00974B03" w:rsidP="00DE048E">
      <w:pPr>
        <w:pStyle w:val="newncpi"/>
        <w:jc w:val="center"/>
        <w:rPr>
          <w:b/>
        </w:rPr>
      </w:pPr>
    </w:p>
    <w:p w:rsidR="00974B03" w:rsidRPr="00DE048E" w:rsidRDefault="00974B03" w:rsidP="00DE048E">
      <w:pPr>
        <w:pStyle w:val="newncpi"/>
        <w:jc w:val="center"/>
        <w:rPr>
          <w:b/>
        </w:rPr>
      </w:pPr>
      <w:r w:rsidRPr="00DE048E">
        <w:rPr>
          <w:b/>
        </w:rPr>
        <w:t>ЗАЯВЛЕНИЕ</w:t>
      </w:r>
    </w:p>
    <w:p w:rsidR="00974B03" w:rsidRPr="00B301D5" w:rsidRDefault="00974B03" w:rsidP="00DE048E">
      <w:pPr>
        <w:pStyle w:val="undline"/>
        <w:ind w:firstLine="709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_____________________________________________________________________________</w:t>
      </w:r>
      <w:r>
        <w:rPr>
          <w:sz w:val="24"/>
          <w:szCs w:val="24"/>
        </w:rPr>
        <w:t>___</w:t>
      </w:r>
      <w:r w:rsidRPr="00B301D5">
        <w:rPr>
          <w:sz w:val="24"/>
          <w:szCs w:val="24"/>
        </w:rPr>
        <w:t>,</w:t>
      </w:r>
    </w:p>
    <w:p w:rsidR="00974B03" w:rsidRDefault="00974B03" w:rsidP="00DE048E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974B03" w:rsidRPr="00B301D5" w:rsidRDefault="00974B03" w:rsidP="00DE048E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974B03" w:rsidRPr="00B301D5" w:rsidRDefault="00974B03" w:rsidP="00DE048E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974B03" w:rsidRPr="0008732F" w:rsidRDefault="00974B03" w:rsidP="00DE048E">
      <w:pPr>
        <w:pStyle w:val="newncpi"/>
      </w:pPr>
      <w:r w:rsidRPr="0008732F">
        <w:t> </w:t>
      </w:r>
    </w:p>
    <w:p w:rsidR="00974B03" w:rsidRPr="0008732F" w:rsidRDefault="00974B03" w:rsidP="00DE048E">
      <w:pPr>
        <w:pStyle w:val="newncpi0"/>
        <w:jc w:val="center"/>
      </w:pPr>
      <w:r w:rsidRPr="0008732F">
        <w:t>РАЗДЕЛ I</w:t>
      </w:r>
    </w:p>
    <w:p w:rsidR="00974B03" w:rsidRPr="0008732F" w:rsidRDefault="00974B03" w:rsidP="00DE048E">
      <w:pPr>
        <w:pStyle w:val="newncpi0"/>
        <w:jc w:val="center"/>
      </w:pPr>
      <w:r w:rsidRPr="0008732F">
        <w:t>РАСТЕНИЕВОДСТВО</w:t>
      </w:r>
    </w:p>
    <w:p w:rsidR="00974B03" w:rsidRPr="0008732F" w:rsidRDefault="00974B03" w:rsidP="00DE048E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79"/>
        <w:gridCol w:w="1678"/>
        <w:gridCol w:w="3414"/>
        <w:gridCol w:w="1990"/>
      </w:tblGrid>
      <w:tr w:rsidR="00974B03" w:rsidRPr="0008732F" w:rsidTr="002A15DC">
        <w:trPr>
          <w:trHeight w:val="38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  <w:t>(единица измерения)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4</w:t>
            </w: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74B03" w:rsidRPr="0008732F" w:rsidRDefault="00974B03" w:rsidP="00DE048E">
      <w:pPr>
        <w:pStyle w:val="newncpi"/>
      </w:pPr>
      <w:r w:rsidRPr="0008732F">
        <w:t> </w:t>
      </w:r>
    </w:p>
    <w:p w:rsidR="00974B03" w:rsidRPr="0008732F" w:rsidRDefault="00974B03" w:rsidP="00DE048E">
      <w:pPr>
        <w:pStyle w:val="newncpi0"/>
        <w:jc w:val="center"/>
      </w:pPr>
      <w:r w:rsidRPr="0008732F">
        <w:t>ЖИВОТНОВОДСТВО</w:t>
      </w:r>
    </w:p>
    <w:p w:rsidR="00974B03" w:rsidRPr="0008732F" w:rsidRDefault="00974B03" w:rsidP="00DE048E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319"/>
        <w:gridCol w:w="960"/>
        <w:gridCol w:w="1079"/>
        <w:gridCol w:w="1374"/>
        <w:gridCol w:w="1576"/>
        <w:gridCol w:w="1726"/>
        <w:gridCol w:w="1327"/>
      </w:tblGrid>
      <w:tr w:rsidR="00974B03" w:rsidRPr="0008732F" w:rsidTr="002A15DC">
        <w:trPr>
          <w:trHeight w:val="238"/>
        </w:trPr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74B03" w:rsidRPr="0008732F" w:rsidTr="002A15DC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CD1EF9"/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4B03" w:rsidRPr="0008732F" w:rsidRDefault="00974B03" w:rsidP="00CD1EF9"/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7</w:t>
            </w: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Default="00974B03" w:rsidP="002A15DC">
            <w:pPr>
              <w:pStyle w:val="table10"/>
              <w:jc w:val="center"/>
            </w:pPr>
          </w:p>
          <w:p w:rsidR="00974B03" w:rsidRPr="0008732F" w:rsidRDefault="00974B03" w:rsidP="002A15DC">
            <w:pPr>
              <w:pStyle w:val="table10"/>
              <w:jc w:val="center"/>
            </w:pPr>
          </w:p>
        </w:tc>
      </w:tr>
    </w:tbl>
    <w:p w:rsidR="00974B03" w:rsidRPr="0008732F" w:rsidRDefault="00974B03" w:rsidP="00DE048E">
      <w:pPr>
        <w:pStyle w:val="newncpi"/>
      </w:pPr>
      <w:r w:rsidRPr="0008732F">
        <w:t> </w:t>
      </w:r>
    </w:p>
    <w:p w:rsidR="00974B03" w:rsidRPr="0008732F" w:rsidRDefault="00974B03" w:rsidP="00DE048E">
      <w:pPr>
        <w:pStyle w:val="newncpi0"/>
        <w:jc w:val="center"/>
      </w:pPr>
      <w:r w:rsidRPr="0008732F">
        <w:t>ПЧЕЛОВОДСТВО</w:t>
      </w:r>
    </w:p>
    <w:p w:rsidR="00974B03" w:rsidRPr="0008732F" w:rsidRDefault="00974B03" w:rsidP="00DE048E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365"/>
        <w:gridCol w:w="1837"/>
        <w:gridCol w:w="2763"/>
        <w:gridCol w:w="2396"/>
      </w:tblGrid>
      <w:tr w:rsidR="00974B03" w:rsidRPr="0008732F" w:rsidTr="002A15DC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74B03" w:rsidRPr="0008732F" w:rsidTr="002A15DC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4</w:t>
            </w:r>
          </w:p>
        </w:tc>
      </w:tr>
      <w:tr w:rsidR="00974B03" w:rsidRPr="0008732F" w:rsidTr="002A15DC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74B03" w:rsidRPr="0008732F" w:rsidRDefault="00974B03" w:rsidP="00DE048E">
      <w:pPr>
        <w:pStyle w:val="newncpi"/>
      </w:pPr>
      <w:r w:rsidRPr="0008732F">
        <w:t> </w:t>
      </w:r>
    </w:p>
    <w:p w:rsidR="00974B03" w:rsidRPr="0008732F" w:rsidRDefault="00974B03" w:rsidP="00DE048E">
      <w:pPr>
        <w:pStyle w:val="newncpi0"/>
        <w:jc w:val="center"/>
      </w:pPr>
      <w:r w:rsidRPr="0008732F">
        <w:t>РАЗДЕЛ II</w:t>
      </w:r>
    </w:p>
    <w:p w:rsidR="00974B03" w:rsidRPr="0008732F" w:rsidRDefault="00974B03" w:rsidP="00DE048E">
      <w:pPr>
        <w:pStyle w:val="newncpi"/>
      </w:pPr>
      <w:r w:rsidRPr="0008732F">
        <w:t> </w:t>
      </w:r>
    </w:p>
    <w:p w:rsidR="00974B03" w:rsidRPr="0008732F" w:rsidRDefault="00974B03" w:rsidP="00DE048E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974B03" w:rsidRPr="0008732F" w:rsidRDefault="00974B03" w:rsidP="00DE048E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05"/>
        <w:gridCol w:w="3104"/>
        <w:gridCol w:w="2303"/>
        <w:gridCol w:w="3349"/>
      </w:tblGrid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4</w:t>
            </w: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</w:p>
        </w:tc>
      </w:tr>
      <w:tr w:rsidR="00974B03" w:rsidRPr="0008732F" w:rsidTr="002A15DC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74B03" w:rsidRPr="0008732F" w:rsidRDefault="00974B03" w:rsidP="002A15DC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74B03" w:rsidRPr="0008732F" w:rsidRDefault="00974B03" w:rsidP="00DE048E">
      <w:pPr>
        <w:pStyle w:val="newncpi"/>
      </w:pPr>
      <w:r w:rsidRPr="0008732F">
        <w:t> </w:t>
      </w:r>
    </w:p>
    <w:p w:rsidR="00974B03" w:rsidRDefault="00974B03" w:rsidP="00DE048E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974B03" w:rsidRPr="00B301D5" w:rsidRDefault="00974B03" w:rsidP="00DE048E">
      <w:pPr>
        <w:rPr>
          <w:sz w:val="20"/>
          <w:szCs w:val="20"/>
          <w:lang w:val="en-US"/>
        </w:rPr>
      </w:pPr>
      <w:r w:rsidRPr="00B301D5">
        <w:rPr>
          <w:sz w:val="20"/>
          <w:szCs w:val="20"/>
        </w:rPr>
        <w:t>(подпись заявителя)</w:t>
      </w:r>
    </w:p>
    <w:p w:rsidR="00974B03" w:rsidRPr="00B301D5" w:rsidRDefault="00974B03" w:rsidP="00DE048E">
      <w:pPr>
        <w:rPr>
          <w:sz w:val="20"/>
          <w:szCs w:val="20"/>
        </w:rPr>
      </w:pPr>
    </w:p>
    <w:p w:rsidR="00974B03" w:rsidRDefault="00974B03"/>
    <w:p w:rsidR="00974B03" w:rsidRDefault="00974B03"/>
    <w:p w:rsidR="00974B03" w:rsidRDefault="00974B03"/>
    <w:p w:rsidR="00974B03" w:rsidRDefault="00974B03"/>
    <w:p w:rsidR="00974B03" w:rsidRDefault="00974B03"/>
    <w:sectPr w:rsidR="00974B03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B03" w:rsidRDefault="00974B03" w:rsidP="00406F7E">
      <w:r>
        <w:separator/>
      </w:r>
    </w:p>
  </w:endnote>
  <w:endnote w:type="continuationSeparator" w:id="1">
    <w:p w:rsidR="00974B03" w:rsidRDefault="00974B03" w:rsidP="0040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B03" w:rsidRDefault="00974B03" w:rsidP="00406F7E">
      <w:r>
        <w:separator/>
      </w:r>
    </w:p>
  </w:footnote>
  <w:footnote w:type="continuationSeparator" w:id="1">
    <w:p w:rsidR="00974B03" w:rsidRDefault="00974B03" w:rsidP="0040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E7C"/>
    <w:rsid w:val="00025A7C"/>
    <w:rsid w:val="0008732F"/>
    <w:rsid w:val="00104EEF"/>
    <w:rsid w:val="00215527"/>
    <w:rsid w:val="00221AC1"/>
    <w:rsid w:val="002A15DC"/>
    <w:rsid w:val="00406F7E"/>
    <w:rsid w:val="004E229F"/>
    <w:rsid w:val="00842A11"/>
    <w:rsid w:val="00974B03"/>
    <w:rsid w:val="009E5176"/>
    <w:rsid w:val="00A3410E"/>
    <w:rsid w:val="00AE6D19"/>
    <w:rsid w:val="00B301D5"/>
    <w:rsid w:val="00B70E7C"/>
    <w:rsid w:val="00CD1EF9"/>
    <w:rsid w:val="00D427B6"/>
    <w:rsid w:val="00DE048E"/>
    <w:rsid w:val="00F609A3"/>
    <w:rsid w:val="00FE3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E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E7C"/>
    <w:rPr>
      <w:rFonts w:ascii="Calibri Light" w:hAnsi="Calibri Light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B70E7C"/>
    <w:rPr>
      <w:lang w:val="be-BY" w:eastAsia="en-US"/>
    </w:rPr>
  </w:style>
  <w:style w:type="paragraph" w:customStyle="1" w:styleId="titlep">
    <w:name w:val="titlep"/>
    <w:basedOn w:val="Normal"/>
    <w:uiPriority w:val="99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Normal"/>
    <w:link w:val="table100"/>
    <w:uiPriority w:val="99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Normal"/>
    <w:uiPriority w:val="99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Normal"/>
    <w:uiPriority w:val="99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Normal"/>
    <w:uiPriority w:val="99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Normal"/>
    <w:uiPriority w:val="99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Normal"/>
    <w:uiPriority w:val="99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uiPriority w:val="99"/>
    <w:rsid w:val="00B70E7C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B70E7C"/>
    <w:rPr>
      <w:rFonts w:cs="Times New Roman"/>
      <w:i/>
      <w:iCs/>
    </w:rPr>
  </w:style>
  <w:style w:type="paragraph" w:customStyle="1" w:styleId="snoski">
    <w:name w:val="snoski"/>
    <w:basedOn w:val="Normal"/>
    <w:uiPriority w:val="99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uiPriority w:val="99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Normal"/>
    <w:uiPriority w:val="99"/>
    <w:rsid w:val="00406F7E"/>
    <w:rPr>
      <w:i/>
      <w:iCs/>
      <w:sz w:val="22"/>
      <w:szCs w:val="22"/>
    </w:rPr>
  </w:style>
  <w:style w:type="paragraph" w:customStyle="1" w:styleId="append1">
    <w:name w:val="append1"/>
    <w:basedOn w:val="Normal"/>
    <w:uiPriority w:val="99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uiPriority w:val="99"/>
    <w:rsid w:val="00406F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06F7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F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DefaultParagraphFont"/>
    <w:link w:val="table10"/>
    <w:uiPriority w:val="99"/>
    <w:locked/>
    <w:rsid w:val="00DE04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4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484</Words>
  <Characters>2764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SKLIFF</cp:lastModifiedBy>
  <cp:revision>8</cp:revision>
  <dcterms:created xsi:type="dcterms:W3CDTF">2002-12-31T23:24:00Z</dcterms:created>
  <dcterms:modified xsi:type="dcterms:W3CDTF">2018-06-22T06:42:00Z</dcterms:modified>
</cp:coreProperties>
</file>